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47" w:rsidRDefault="00E35A47" w:rsidP="002844BB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 _______________________________ Date: ________________ Period: _____</w:t>
      </w:r>
    </w:p>
    <w:p w:rsidR="00E35A47" w:rsidRPr="002844BB" w:rsidRDefault="00E35A47" w:rsidP="002844BB">
      <w:pPr>
        <w:jc w:val="right"/>
        <w:rPr>
          <w:rFonts w:ascii="Arial" w:hAnsi="Arial" w:cs="Arial"/>
          <w:sz w:val="24"/>
          <w:szCs w:val="24"/>
        </w:rPr>
      </w:pPr>
    </w:p>
    <w:p w:rsidR="00E35A47" w:rsidRDefault="00E35A47" w:rsidP="002844B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844BB">
        <w:rPr>
          <w:rFonts w:ascii="Arial" w:hAnsi="Arial" w:cs="Arial"/>
          <w:b/>
          <w:sz w:val="24"/>
          <w:szCs w:val="24"/>
          <w:u w:val="single"/>
        </w:rPr>
        <w:t>Lab Safety Powerpoint: Guided Notes</w:t>
      </w:r>
    </w:p>
    <w:p w:rsidR="00E35A47" w:rsidRPr="002844BB" w:rsidRDefault="00E35A47" w:rsidP="002844BB">
      <w:pPr>
        <w:rPr>
          <w:rFonts w:ascii="Arial" w:hAnsi="Arial" w:cs="Arial"/>
          <w:i/>
          <w:sz w:val="24"/>
          <w:szCs w:val="24"/>
        </w:rPr>
      </w:pPr>
      <w:r w:rsidRPr="002844BB">
        <w:rPr>
          <w:rFonts w:ascii="Arial" w:hAnsi="Arial" w:cs="Arial"/>
          <w:b/>
          <w:i/>
          <w:sz w:val="24"/>
          <w:szCs w:val="24"/>
        </w:rPr>
        <w:t xml:space="preserve">Directions: </w:t>
      </w:r>
      <w:r w:rsidRPr="002844BB">
        <w:rPr>
          <w:rFonts w:ascii="Arial" w:hAnsi="Arial" w:cs="Arial"/>
          <w:i/>
          <w:sz w:val="24"/>
          <w:szCs w:val="24"/>
        </w:rPr>
        <w:t xml:space="preserve">Please fill-in-the blanks and answer all questions to the best of your ability.  This will help you to study for your lab safety quiz. </w:t>
      </w:r>
    </w:p>
    <w:p w:rsidR="00E35A47" w:rsidRDefault="00E35A47" w:rsidP="002844BB">
      <w:pPr>
        <w:rPr>
          <w:rFonts w:ascii="Arial" w:hAnsi="Arial" w:cs="Arial"/>
          <w:sz w:val="24"/>
          <w:szCs w:val="24"/>
        </w:rPr>
      </w:pPr>
    </w:p>
    <w:p w:rsidR="00E35A47" w:rsidRDefault="00E35A47" w:rsidP="002844B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General Safety Rules:</w:t>
      </w:r>
    </w:p>
    <w:p w:rsidR="00E35A47" w:rsidRDefault="00E35A47" w:rsidP="002844B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Listen to or read ________________ carefully before beginning.</w:t>
      </w:r>
    </w:p>
    <w:p w:rsidR="00E35A47" w:rsidRDefault="00E35A47" w:rsidP="002844B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Wear proper __________________________ and appropriate ________________.</w:t>
      </w:r>
    </w:p>
    <w:p w:rsidR="00E35A47" w:rsidRDefault="00E35A47" w:rsidP="002844B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Notify your teacher if any ___________ or ______________ occur.</w:t>
      </w:r>
    </w:p>
    <w:p w:rsidR="00E35A47" w:rsidRDefault="00E35A47" w:rsidP="002844B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After handling chemicals always _______________________ with _______ and ___________.</w:t>
      </w:r>
    </w:p>
    <w:p w:rsidR="00E35A47" w:rsidRDefault="00E35A47" w:rsidP="002844B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During lab work keep your ________ away from your face and tie back your _________.</w:t>
      </w:r>
    </w:p>
    <w:p w:rsidR="00E35A47" w:rsidRDefault="00E35A47" w:rsidP="002844B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Know the location of ______________________.</w:t>
      </w:r>
    </w:p>
    <w:p w:rsidR="00E35A47" w:rsidRDefault="00E35A47" w:rsidP="002844B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Keep your work area __________________.</w:t>
      </w:r>
    </w:p>
    <w:p w:rsidR="00E35A47" w:rsidRDefault="00E35A47" w:rsidP="002844B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Never put anything in your ___________ during a lab experiment.</w:t>
      </w:r>
    </w:p>
    <w:p w:rsidR="00E35A47" w:rsidRDefault="00E35A47" w:rsidP="002844B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Never _______________ or play practical jokes in the laboratory.</w:t>
      </w:r>
    </w:p>
    <w:p w:rsidR="00E35A47" w:rsidRPr="002844BB" w:rsidRDefault="00E35A47" w:rsidP="002844BB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Default="00E35A47" w:rsidP="002844B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Behavior in the Science Classroom:</w:t>
      </w:r>
    </w:p>
    <w:p w:rsidR="00E35A47" w:rsidRDefault="00E35A47" w:rsidP="002844B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is the only time that you should be touching equipment?</w:t>
      </w:r>
    </w:p>
    <w:p w:rsidR="00E35A47" w:rsidRDefault="00E35A47" w:rsidP="002844BB">
      <w:pPr>
        <w:rPr>
          <w:rFonts w:ascii="Arial" w:hAnsi="Arial" w:cs="Arial"/>
          <w:sz w:val="24"/>
          <w:szCs w:val="24"/>
        </w:rPr>
      </w:pPr>
    </w:p>
    <w:p w:rsidR="00E35A47" w:rsidRDefault="00E35A47" w:rsidP="002844B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items are not allowed in the lab?</w:t>
      </w:r>
    </w:p>
    <w:p w:rsidR="00E35A47" w:rsidRPr="008D203A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2844B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Appropriate Clothing</w:t>
      </w:r>
    </w:p>
    <w:p w:rsidR="00E35A47" w:rsidRDefault="00E35A47" w:rsidP="002844B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types of shoes can you wear in the lab?</w:t>
      </w:r>
    </w:p>
    <w:p w:rsidR="00E35A47" w:rsidRDefault="00E35A47" w:rsidP="002844BB">
      <w:pPr>
        <w:rPr>
          <w:rFonts w:ascii="Arial" w:hAnsi="Arial" w:cs="Arial"/>
          <w:sz w:val="24"/>
          <w:szCs w:val="24"/>
        </w:rPr>
      </w:pPr>
    </w:p>
    <w:p w:rsidR="00E35A47" w:rsidRDefault="00E35A47" w:rsidP="002844B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What’s the issue with jersey material?</w:t>
      </w:r>
    </w:p>
    <w:p w:rsidR="00E35A47" w:rsidRPr="002844BB" w:rsidRDefault="00E35A47" w:rsidP="002844BB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Default="00E35A47" w:rsidP="002844B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Lab Safety Equipment:</w:t>
      </w:r>
    </w:p>
    <w:p w:rsidR="00E35A47" w:rsidRDefault="00E35A47" w:rsidP="002844BB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Should you wear glasses or contact lenses? </w:t>
      </w:r>
    </w:p>
    <w:p w:rsidR="00E35A47" w:rsidRDefault="00E35A47" w:rsidP="002844BB">
      <w:pPr>
        <w:rPr>
          <w:rFonts w:ascii="Arial" w:hAnsi="Arial" w:cs="Arial"/>
          <w:sz w:val="24"/>
          <w:szCs w:val="24"/>
        </w:rPr>
      </w:pPr>
    </w:p>
    <w:p w:rsidR="00E35A47" w:rsidRDefault="00E35A47" w:rsidP="002844BB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do choose to wear contact lenses, what type of goggles should you request from the teacher?</w:t>
      </w:r>
    </w:p>
    <w:p w:rsidR="00E35A47" w:rsidRDefault="00E35A47" w:rsidP="008D203A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Pr="008D203A" w:rsidRDefault="00E35A47" w:rsidP="008D203A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 and ___________ will be worn on occasion.</w:t>
      </w:r>
    </w:p>
    <w:p w:rsidR="00E35A47" w:rsidRPr="008D203A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three pieces of lab safety equipment located in our classroom.</w:t>
      </w:r>
    </w:p>
    <w:p w:rsidR="00E35A47" w:rsidRPr="008D203A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Equipment Usage:</w:t>
      </w:r>
    </w:p>
    <w:p w:rsidR="00E35A47" w:rsidRPr="008D203A" w:rsidRDefault="00E35A47" w:rsidP="008D203A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may be responsible for lab equipment broken due to negligence.  What is negligence?</w:t>
      </w:r>
    </w:p>
    <w:p w:rsidR="00E35A47" w:rsidRDefault="00E35A47" w:rsidP="008D203A">
      <w:pPr>
        <w:rPr>
          <w:rFonts w:ascii="Arial" w:hAnsi="Arial" w:cs="Arial"/>
          <w:b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Glassware Safety:</w:t>
      </w:r>
    </w:p>
    <w:p w:rsidR="00E35A47" w:rsidRDefault="00E35A47" w:rsidP="008D203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 or _____________ glassware should not be used.</w:t>
      </w:r>
    </w:p>
    <w:p w:rsidR="00E35A47" w:rsidRPr="008D203A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Broken glassware should not be thrown in the trashcan.  There is a special ________________________________ for it.</w:t>
      </w:r>
    </w:p>
    <w:p w:rsidR="00E35A47" w:rsidRPr="008D203A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should you do if a piece of glassware is broken?</w:t>
      </w:r>
    </w:p>
    <w:p w:rsidR="00E35A47" w:rsidRPr="008D203A" w:rsidRDefault="00E35A47" w:rsidP="008D203A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Chemical Safety:</w:t>
      </w:r>
    </w:p>
    <w:p w:rsidR="00E35A47" w:rsidRDefault="00E35A47" w:rsidP="008D203A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Never __________, ___________, or _________ any chemicals.</w:t>
      </w:r>
    </w:p>
    <w:p w:rsidR="00E35A47" w:rsidRDefault="00E35A47" w:rsidP="008D203A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procedure should you follow if you want to test the odor of a chemical?</w:t>
      </w:r>
    </w:p>
    <w:p w:rsidR="00E35A47" w:rsidRPr="008D203A" w:rsidRDefault="00E35A47" w:rsidP="008D203A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Biological Materials:</w:t>
      </w:r>
    </w:p>
    <w:p w:rsidR="00E35A47" w:rsidRDefault="00E35A47" w:rsidP="008D203A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two things you should remember when handling biological materials (e.g., during a dissection).</w:t>
      </w:r>
    </w:p>
    <w:p w:rsidR="00E35A47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Electrical Safety:</w:t>
      </w:r>
    </w:p>
    <w:p w:rsidR="00E35A47" w:rsidRPr="008D203A" w:rsidRDefault="00E35A47" w:rsidP="008D203A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Be sure your hands and your lab area are _____ before using electrical equipment.</w:t>
      </w:r>
    </w:p>
    <w:p w:rsidR="00E35A47" w:rsidRDefault="00E35A47" w:rsidP="008D203A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Never ________ anything into electrical outlets.</w:t>
      </w:r>
    </w:p>
    <w:p w:rsidR="00E35A47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Heating Safety:</w:t>
      </w:r>
    </w:p>
    <w:p w:rsidR="00E35A47" w:rsidRDefault="00E35A47" w:rsidP="008D203A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Never reach across an ________________ or ______________.</w:t>
      </w:r>
    </w:p>
    <w:p w:rsidR="00E35A47" w:rsidRDefault="00E35A47" w:rsidP="008D203A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Always point the _______ ends of test tubes that are being heated ________ from people.</w:t>
      </w:r>
    </w:p>
    <w:p w:rsidR="00E35A47" w:rsidRPr="008D203A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First Aid:</w:t>
      </w:r>
    </w:p>
    <w:p w:rsidR="00E35A47" w:rsidRDefault="00E35A47" w:rsidP="008D203A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the following injuries, briefly describe the correct procedure for responding to the injury.</w:t>
      </w:r>
    </w:p>
    <w:p w:rsidR="00E35A47" w:rsidRDefault="00E35A47" w:rsidP="008D203A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Burns:</w:t>
      </w:r>
    </w:p>
    <w:p w:rsidR="00E35A47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Cuts, Bruises:</w:t>
      </w:r>
    </w:p>
    <w:p w:rsidR="00E35A47" w:rsidRDefault="00E35A47" w:rsidP="008D203A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Pr="008D203A" w:rsidRDefault="00E35A47" w:rsidP="008D203A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Default="00E35A47" w:rsidP="008D203A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Substances in the Eye:</w:t>
      </w:r>
    </w:p>
    <w:p w:rsidR="00E35A47" w:rsidRDefault="00E35A47" w:rsidP="00F447D7">
      <w:pPr>
        <w:rPr>
          <w:rFonts w:ascii="Arial" w:hAnsi="Arial" w:cs="Arial"/>
          <w:sz w:val="24"/>
          <w:szCs w:val="24"/>
        </w:rPr>
      </w:pPr>
    </w:p>
    <w:p w:rsidR="00E35A47" w:rsidRDefault="00E35A47" w:rsidP="00F447D7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Poisoning:</w:t>
      </w:r>
    </w:p>
    <w:p w:rsidR="00E35A47" w:rsidRPr="00F447D7" w:rsidRDefault="00E35A47" w:rsidP="00F447D7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Pr="00F447D7" w:rsidRDefault="00E35A47" w:rsidP="00F447D7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E35A47" w:rsidRPr="00F447D7" w:rsidRDefault="00E35A47" w:rsidP="00F447D7">
      <w:pPr>
        <w:pStyle w:val="ListParagraph"/>
        <w:rPr>
          <w:rFonts w:ascii="Arial" w:hAnsi="Arial" w:cs="Arial"/>
          <w:sz w:val="24"/>
          <w:szCs w:val="24"/>
        </w:rPr>
      </w:pPr>
    </w:p>
    <w:p w:rsidR="00E35A47" w:rsidRPr="00F447D7" w:rsidRDefault="00E35A47" w:rsidP="00F447D7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Spills on the Skin:</w:t>
      </w:r>
    </w:p>
    <w:p w:rsidR="00E35A47" w:rsidRPr="008D203A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Pr="008D203A" w:rsidRDefault="00E35A47" w:rsidP="008D203A">
      <w:pPr>
        <w:rPr>
          <w:rFonts w:ascii="Arial" w:hAnsi="Arial" w:cs="Arial"/>
          <w:b/>
          <w:sz w:val="24"/>
          <w:szCs w:val="24"/>
        </w:rPr>
      </w:pPr>
    </w:p>
    <w:p w:rsidR="00E35A47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Pr="008D203A" w:rsidRDefault="00E35A47" w:rsidP="008D203A">
      <w:pPr>
        <w:rPr>
          <w:rFonts w:ascii="Arial" w:hAnsi="Arial" w:cs="Arial"/>
          <w:sz w:val="24"/>
          <w:szCs w:val="24"/>
        </w:rPr>
      </w:pPr>
    </w:p>
    <w:p w:rsidR="00E35A47" w:rsidRPr="002844BB" w:rsidRDefault="00E35A47" w:rsidP="002844BB">
      <w:pPr>
        <w:rPr>
          <w:rFonts w:ascii="Arial" w:hAnsi="Arial" w:cs="Arial"/>
          <w:sz w:val="24"/>
          <w:szCs w:val="24"/>
        </w:rPr>
      </w:pPr>
    </w:p>
    <w:sectPr w:rsidR="00E35A47" w:rsidRPr="002844BB" w:rsidSect="00F447D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1143"/>
    <w:multiLevelType w:val="hybridMultilevel"/>
    <w:tmpl w:val="42ECDB9E"/>
    <w:lvl w:ilvl="0" w:tplc="E30E48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0E6D8D"/>
    <w:multiLevelType w:val="hybridMultilevel"/>
    <w:tmpl w:val="4962AF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05082"/>
    <w:multiLevelType w:val="hybridMultilevel"/>
    <w:tmpl w:val="ACAA952A"/>
    <w:lvl w:ilvl="0" w:tplc="E30E48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794C14"/>
    <w:multiLevelType w:val="hybridMultilevel"/>
    <w:tmpl w:val="A3EC2DC6"/>
    <w:lvl w:ilvl="0" w:tplc="E30E4854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1E458A1"/>
    <w:multiLevelType w:val="hybridMultilevel"/>
    <w:tmpl w:val="4BA2EE4A"/>
    <w:lvl w:ilvl="0" w:tplc="E30E48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A2528D"/>
    <w:multiLevelType w:val="hybridMultilevel"/>
    <w:tmpl w:val="1DACC118"/>
    <w:lvl w:ilvl="0" w:tplc="E30E48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B2019A"/>
    <w:multiLevelType w:val="hybridMultilevel"/>
    <w:tmpl w:val="5022B5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A93899"/>
    <w:multiLevelType w:val="hybridMultilevel"/>
    <w:tmpl w:val="1A14EA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8F0CE1"/>
    <w:multiLevelType w:val="hybridMultilevel"/>
    <w:tmpl w:val="78EC8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A771D3"/>
    <w:multiLevelType w:val="hybridMultilevel"/>
    <w:tmpl w:val="05BE9B4E"/>
    <w:lvl w:ilvl="0" w:tplc="E30E48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F40EAB"/>
    <w:multiLevelType w:val="hybridMultilevel"/>
    <w:tmpl w:val="9B5CC1EC"/>
    <w:lvl w:ilvl="0" w:tplc="E30E48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B47082"/>
    <w:multiLevelType w:val="hybridMultilevel"/>
    <w:tmpl w:val="4E6CDE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DCF6309"/>
    <w:multiLevelType w:val="hybridMultilevel"/>
    <w:tmpl w:val="3E1C1656"/>
    <w:lvl w:ilvl="0" w:tplc="409AD1E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E69440D"/>
    <w:multiLevelType w:val="hybridMultilevel"/>
    <w:tmpl w:val="1CF2D28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10"/>
  </w:num>
  <w:num w:numId="8">
    <w:abstractNumId w:val="1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4BB"/>
    <w:rsid w:val="002844BB"/>
    <w:rsid w:val="0038578B"/>
    <w:rsid w:val="0065244C"/>
    <w:rsid w:val="008D203A"/>
    <w:rsid w:val="009F086A"/>
    <w:rsid w:val="00E35A47"/>
    <w:rsid w:val="00F447D7"/>
    <w:rsid w:val="00F9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78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844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382</Words>
  <Characters>2182</Characters>
  <Application>Microsoft Office Outlook</Application>
  <DocSecurity>0</DocSecurity>
  <Lines>0</Lines>
  <Paragraphs>0</Paragraphs>
  <ScaleCrop>false</ScaleCrop>
  <Company>PWCS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 Date: ________________ Period: _____</dc:title>
  <dc:subject/>
  <dc:creator>Kathryn Emerson Ottolini</dc:creator>
  <cp:keywords/>
  <dc:description/>
  <cp:lastModifiedBy>Kate</cp:lastModifiedBy>
  <cp:revision>2</cp:revision>
  <dcterms:created xsi:type="dcterms:W3CDTF">2011-09-04T06:01:00Z</dcterms:created>
  <dcterms:modified xsi:type="dcterms:W3CDTF">2011-09-04T06:01:00Z</dcterms:modified>
</cp:coreProperties>
</file>